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E87" w:rsidRDefault="00815E87" w:rsidP="008C108E">
      <w:pPr>
        <w:jc w:val="both"/>
        <w:rPr>
          <w:rFonts w:ascii="Helvetica" w:hAnsi="Helvetica" w:cs="Arial"/>
          <w:b/>
          <w:bCs/>
          <w:noProof/>
          <w:color w:val="000000"/>
          <w:sz w:val="28"/>
          <w:szCs w:val="28"/>
          <w:lang w:val="es-ES"/>
        </w:rPr>
      </w:pPr>
      <w:r w:rsidRPr="00230DFE">
        <w:rPr>
          <w:rFonts w:ascii="Helvetica" w:hAnsi="Helvetica" w:cs="Arial"/>
          <w:b/>
          <w:bCs/>
          <w:noProof/>
          <w:color w:val="000000"/>
          <w:sz w:val="28"/>
          <w:szCs w:val="28"/>
          <w:lang w:val="es-ES"/>
        </w:rPr>
        <w:t xml:space="preserve"> ESPAÑOL</w:t>
      </w:r>
    </w:p>
    <w:p w:rsidR="00815E87" w:rsidRDefault="00815E87" w:rsidP="008C108E">
      <w:pPr>
        <w:jc w:val="both"/>
        <w:rPr>
          <w:rFonts w:ascii="Helvetica" w:hAnsi="Helvetica" w:cs="Arial"/>
          <w:noProof/>
          <w:color w:val="000000"/>
          <w:lang w:val="es-ES"/>
        </w:rPr>
      </w:pPr>
    </w:p>
    <w:p w:rsidR="00815E87" w:rsidRPr="00230DFE" w:rsidRDefault="00815E87" w:rsidP="00230DFE">
      <w:pPr>
        <w:jc w:val="both"/>
        <w:rPr>
          <w:rFonts w:ascii="Helvetica" w:hAnsi="Helvetica" w:cs="Arial"/>
          <w:noProof/>
          <w:color w:val="000000"/>
          <w:lang w:val="es-ES"/>
        </w:rPr>
      </w:pPr>
    </w:p>
    <w:p w:rsidR="00815E87" w:rsidRPr="00230DFE" w:rsidRDefault="00815E87" w:rsidP="00230DFE">
      <w:pPr>
        <w:numPr>
          <w:ilvl w:val="0"/>
          <w:numId w:val="19"/>
        </w:numPr>
        <w:tabs>
          <w:tab w:val="clear" w:pos="720"/>
          <w:tab w:val="left" w:pos="360"/>
        </w:tabs>
        <w:ind w:left="0" w:firstLine="0"/>
        <w:jc w:val="both"/>
        <w:rPr>
          <w:rFonts w:ascii="Helvetica" w:hAnsi="Helvetica" w:cs="Arial"/>
          <w:b/>
          <w:bCs/>
          <w:noProof/>
          <w:color w:val="000000"/>
          <w:lang w:val="es-ES"/>
        </w:rPr>
      </w:pPr>
      <w:r w:rsidRPr="00230DFE">
        <w:rPr>
          <w:rFonts w:ascii="Helvetica" w:hAnsi="Helvetica" w:cs="Arial"/>
          <w:b/>
          <w:bCs/>
          <w:noProof/>
          <w:color w:val="000000"/>
          <w:lang w:val="es-ES"/>
        </w:rPr>
        <w:t>Español:</w:t>
      </w:r>
    </w:p>
    <w:p w:rsidR="00815E87" w:rsidRPr="00230DFE" w:rsidRDefault="00815E87" w:rsidP="00230DFE">
      <w:pPr>
        <w:jc w:val="both"/>
        <w:rPr>
          <w:rFonts w:ascii="Helvetica" w:hAnsi="Helvetica" w:cs="Arial"/>
          <w:noProof/>
          <w:color w:val="000000"/>
          <w:lang w:val="es-ES"/>
        </w:rPr>
      </w:pPr>
      <w:r w:rsidRPr="00230DFE">
        <w:rPr>
          <w:rFonts w:ascii="Helvetica" w:hAnsi="Helvetica" w:cs="Arial"/>
          <w:noProof/>
          <w:color w:val="000000"/>
          <w:lang w:val="es-ES"/>
        </w:rPr>
        <w:t xml:space="preserve">Febrero de 2016 </w:t>
      </w:r>
    </w:p>
    <w:p w:rsidR="00815E87" w:rsidRDefault="00815E87" w:rsidP="00230DFE">
      <w:pPr>
        <w:jc w:val="both"/>
        <w:rPr>
          <w:rFonts w:ascii="Helvetica" w:hAnsi="Helvetica"/>
          <w:b/>
          <w:bCs/>
          <w:noProof/>
        </w:rPr>
      </w:pPr>
    </w:p>
    <w:p w:rsidR="00815E87" w:rsidRPr="00230DFE" w:rsidRDefault="00815E87" w:rsidP="00230DFE">
      <w:pPr>
        <w:jc w:val="both"/>
        <w:rPr>
          <w:rFonts w:ascii="Helvetica" w:hAnsi="Helvetica"/>
          <w:b/>
          <w:bCs/>
          <w:noProof/>
        </w:rPr>
      </w:pPr>
    </w:p>
    <w:p w:rsidR="00815E87" w:rsidRPr="00230DFE" w:rsidRDefault="00815E87" w:rsidP="00230DFE">
      <w:pPr>
        <w:numPr>
          <w:ilvl w:val="0"/>
          <w:numId w:val="19"/>
        </w:numPr>
        <w:tabs>
          <w:tab w:val="clear" w:pos="720"/>
          <w:tab w:val="left" w:pos="360"/>
        </w:tabs>
        <w:ind w:left="0" w:firstLine="0"/>
        <w:jc w:val="both"/>
        <w:rPr>
          <w:rFonts w:ascii="Helvetica" w:hAnsi="Helvetica"/>
          <w:b/>
          <w:lang w:val="es-ES"/>
        </w:rPr>
      </w:pPr>
      <w:r w:rsidRPr="00230DFE">
        <w:rPr>
          <w:rFonts w:ascii="Helvetica" w:hAnsi="Helvetica" w:cs="Arial"/>
          <w:b/>
          <w:bCs/>
          <w:noProof/>
          <w:color w:val="000000"/>
          <w:lang w:val="es-ES"/>
        </w:rPr>
        <w:t>Español</w:t>
      </w:r>
      <w:r w:rsidRPr="00230DFE">
        <w:rPr>
          <w:rFonts w:ascii="Helvetica" w:hAnsi="Helvetica"/>
          <w:b/>
          <w:lang w:val="es-ES"/>
        </w:rPr>
        <w:t>:</w:t>
      </w:r>
    </w:p>
    <w:p w:rsidR="00815E87" w:rsidRPr="00230DFE" w:rsidRDefault="00815E87" w:rsidP="00230DFE">
      <w:pPr>
        <w:jc w:val="both"/>
        <w:rPr>
          <w:rFonts w:ascii="Helvetica" w:hAnsi="Helvetica"/>
          <w:bCs/>
          <w:lang w:val="es-ES"/>
        </w:rPr>
      </w:pPr>
      <w:r w:rsidRPr="00230DFE">
        <w:rPr>
          <w:rFonts w:ascii="Helvetica" w:hAnsi="Helvetica"/>
          <w:bCs/>
          <w:lang w:val="es-ES"/>
        </w:rPr>
        <w:t xml:space="preserve">Creyentes y no creyentes estamos de acuerdo en que la tierra es una herencia común, cuyos frutos deben beneficiar a todos. </w:t>
      </w:r>
    </w:p>
    <w:p w:rsidR="00815E87" w:rsidRPr="00FA2DB0" w:rsidRDefault="00815E87" w:rsidP="00230DFE">
      <w:pPr>
        <w:jc w:val="both"/>
        <w:rPr>
          <w:rFonts w:ascii="Helvetica" w:hAnsi="Helvetica"/>
          <w:lang w:val="es-ES"/>
        </w:rPr>
      </w:pPr>
    </w:p>
    <w:p w:rsidR="00815E87" w:rsidRPr="00FA2DB0" w:rsidRDefault="00815E87" w:rsidP="00230DFE">
      <w:pPr>
        <w:jc w:val="both"/>
        <w:rPr>
          <w:rFonts w:ascii="Helvetica" w:hAnsi="Helvetica"/>
          <w:lang w:val="es-ES"/>
        </w:rPr>
      </w:pPr>
    </w:p>
    <w:p w:rsidR="00815E87" w:rsidRPr="00230DFE" w:rsidRDefault="00815E87" w:rsidP="00230DFE">
      <w:pPr>
        <w:numPr>
          <w:ilvl w:val="0"/>
          <w:numId w:val="19"/>
        </w:numPr>
        <w:tabs>
          <w:tab w:val="clear" w:pos="720"/>
          <w:tab w:val="left" w:pos="360"/>
        </w:tabs>
        <w:ind w:left="0" w:firstLine="0"/>
        <w:jc w:val="both"/>
        <w:rPr>
          <w:rFonts w:ascii="Helvetica" w:hAnsi="Helvetica"/>
          <w:b/>
          <w:lang w:val="es-ES"/>
        </w:rPr>
      </w:pPr>
      <w:r w:rsidRPr="00230DFE">
        <w:rPr>
          <w:rFonts w:ascii="Helvetica" w:hAnsi="Helvetica" w:cs="Arial"/>
          <w:b/>
          <w:bCs/>
          <w:noProof/>
          <w:color w:val="000000"/>
          <w:lang w:val="es-ES"/>
        </w:rPr>
        <w:t>Español</w:t>
      </w:r>
      <w:r w:rsidRPr="00230DFE">
        <w:rPr>
          <w:rFonts w:ascii="Helvetica" w:hAnsi="Helvetica"/>
          <w:b/>
          <w:lang w:val="es-ES"/>
        </w:rPr>
        <w:t>:</w:t>
      </w:r>
    </w:p>
    <w:p w:rsidR="00815E87" w:rsidRPr="00230DFE" w:rsidRDefault="00815E87" w:rsidP="00230DFE">
      <w:pPr>
        <w:jc w:val="both"/>
        <w:rPr>
          <w:rFonts w:ascii="Helvetica" w:hAnsi="Helvetica"/>
          <w:bCs/>
          <w:noProof/>
          <w:lang w:val="es-ES"/>
        </w:rPr>
      </w:pPr>
      <w:r w:rsidRPr="00230DFE">
        <w:rPr>
          <w:rFonts w:ascii="Helvetica" w:hAnsi="Helvetica"/>
          <w:bCs/>
          <w:lang w:val="es-ES"/>
        </w:rPr>
        <w:t xml:space="preserve">Sin embargo, ¿qué pasa en el mundo donde vivimos?  </w:t>
      </w:r>
    </w:p>
    <w:p w:rsidR="00815E87" w:rsidRPr="00FA2DB0" w:rsidRDefault="00815E87" w:rsidP="00230DFE">
      <w:pPr>
        <w:jc w:val="both"/>
        <w:rPr>
          <w:rFonts w:ascii="Helvetica" w:hAnsi="Helvetica"/>
          <w:lang w:val="es-ES"/>
        </w:rPr>
      </w:pPr>
    </w:p>
    <w:p w:rsidR="00815E87" w:rsidRPr="00FA2DB0" w:rsidRDefault="00815E87" w:rsidP="00230DFE">
      <w:pPr>
        <w:jc w:val="both"/>
        <w:rPr>
          <w:rFonts w:ascii="Helvetica" w:hAnsi="Helvetica"/>
          <w:lang w:val="es-ES"/>
        </w:rPr>
      </w:pPr>
    </w:p>
    <w:p w:rsidR="00815E87" w:rsidRPr="00FA2DB0" w:rsidRDefault="00815E87" w:rsidP="00230DFE">
      <w:pPr>
        <w:numPr>
          <w:ilvl w:val="0"/>
          <w:numId w:val="19"/>
        </w:numPr>
        <w:tabs>
          <w:tab w:val="clear" w:pos="720"/>
          <w:tab w:val="left" w:pos="360"/>
        </w:tabs>
        <w:ind w:left="0" w:firstLine="0"/>
        <w:jc w:val="both"/>
        <w:rPr>
          <w:rFonts w:ascii="Helvetica" w:hAnsi="Helvetica"/>
          <w:b/>
          <w:lang w:val="es-ES"/>
        </w:rPr>
      </w:pPr>
      <w:r w:rsidRPr="00FA2DB0">
        <w:rPr>
          <w:rFonts w:ascii="Helvetica" w:hAnsi="Helvetica" w:cs="Arial"/>
          <w:b/>
          <w:bCs/>
          <w:noProof/>
          <w:lang w:val="es-ES"/>
        </w:rPr>
        <w:t>Español</w:t>
      </w:r>
      <w:r w:rsidRPr="00FA2DB0">
        <w:rPr>
          <w:rFonts w:ascii="Helvetica" w:hAnsi="Helvetica"/>
          <w:b/>
          <w:lang w:val="es-ES"/>
        </w:rPr>
        <w:t>:</w:t>
      </w:r>
    </w:p>
    <w:p w:rsidR="00815E87" w:rsidRPr="00261417" w:rsidRDefault="00815E87" w:rsidP="00261417">
      <w:pPr>
        <w:jc w:val="both"/>
        <w:rPr>
          <w:rFonts w:ascii="Helvetica" w:hAnsi="Helvetica"/>
          <w:bCs/>
          <w:lang w:val="es-ES"/>
        </w:rPr>
      </w:pPr>
      <w:r w:rsidRPr="00261417">
        <w:rPr>
          <w:rFonts w:ascii="Helvetica" w:hAnsi="Helvetica"/>
          <w:bCs/>
        </w:rPr>
        <w:t>La relación entre la pobreza y la fragilidad del planeta requiere otro modo de ejercer la economía y el progreso,</w:t>
      </w:r>
      <w:bookmarkStart w:id="0" w:name="_GoBack"/>
      <w:bookmarkEnd w:id="0"/>
      <w:r w:rsidRPr="00261417">
        <w:rPr>
          <w:rFonts w:ascii="Helvetica" w:hAnsi="Helvetica"/>
          <w:bCs/>
        </w:rPr>
        <w:t xml:space="preserve"> concibiendo un nuevo estilo de vida. </w:t>
      </w:r>
    </w:p>
    <w:p w:rsidR="00815E87" w:rsidRPr="00FA2DB0" w:rsidRDefault="00815E87" w:rsidP="00230DFE">
      <w:pPr>
        <w:jc w:val="both"/>
        <w:rPr>
          <w:rFonts w:ascii="Helvetica" w:hAnsi="Helvetica"/>
          <w:b/>
          <w:lang w:val="es-ES"/>
        </w:rPr>
      </w:pPr>
    </w:p>
    <w:p w:rsidR="00815E87" w:rsidRPr="00FA2DB0" w:rsidRDefault="00815E87" w:rsidP="00230DFE">
      <w:pPr>
        <w:jc w:val="both"/>
        <w:rPr>
          <w:rFonts w:ascii="Helvetica" w:hAnsi="Helvetica"/>
          <w:b/>
          <w:lang w:val="es-ES"/>
        </w:rPr>
      </w:pPr>
    </w:p>
    <w:p w:rsidR="00815E87" w:rsidRPr="00230DFE" w:rsidRDefault="00815E87" w:rsidP="00230DFE">
      <w:pPr>
        <w:numPr>
          <w:ilvl w:val="0"/>
          <w:numId w:val="19"/>
        </w:numPr>
        <w:tabs>
          <w:tab w:val="clear" w:pos="720"/>
          <w:tab w:val="left" w:pos="360"/>
        </w:tabs>
        <w:ind w:left="0" w:firstLine="0"/>
        <w:jc w:val="both"/>
        <w:rPr>
          <w:rFonts w:ascii="Helvetica" w:hAnsi="Helvetica"/>
          <w:b/>
          <w:lang w:val="es-ES"/>
        </w:rPr>
      </w:pPr>
      <w:r w:rsidRPr="00230DFE">
        <w:rPr>
          <w:rFonts w:ascii="Helvetica" w:hAnsi="Helvetica" w:cs="Arial"/>
          <w:b/>
          <w:bCs/>
          <w:noProof/>
          <w:color w:val="000000"/>
          <w:lang w:val="es-ES"/>
        </w:rPr>
        <w:t>Español</w:t>
      </w:r>
      <w:r w:rsidRPr="00230DFE">
        <w:rPr>
          <w:rFonts w:ascii="Helvetica" w:hAnsi="Helvetica"/>
          <w:b/>
          <w:lang w:val="es-ES"/>
        </w:rPr>
        <w:t>:</w:t>
      </w:r>
    </w:p>
    <w:p w:rsidR="00815E87" w:rsidRPr="00230DFE" w:rsidRDefault="00815E87" w:rsidP="00261417">
      <w:pPr>
        <w:jc w:val="both"/>
        <w:rPr>
          <w:rFonts w:ascii="Helvetica" w:hAnsi="Helvetica"/>
          <w:bCs/>
          <w:lang w:val="es-ES"/>
        </w:rPr>
      </w:pPr>
      <w:r w:rsidRPr="00230DFE">
        <w:rPr>
          <w:rFonts w:ascii="Helvetica" w:hAnsi="Helvetica"/>
          <w:bCs/>
          <w:lang w:val="es-ES"/>
        </w:rPr>
        <w:t>Porque necesitamos una conversión que nos una a todos.</w:t>
      </w:r>
    </w:p>
    <w:p w:rsidR="00815E87" w:rsidRDefault="00815E87" w:rsidP="00230DFE">
      <w:pPr>
        <w:jc w:val="both"/>
        <w:rPr>
          <w:rFonts w:ascii="Helvetica" w:hAnsi="Helvetica"/>
          <w:b/>
          <w:noProof/>
          <w:lang w:val="es-ES"/>
        </w:rPr>
      </w:pPr>
    </w:p>
    <w:p w:rsidR="00815E87" w:rsidRPr="00FA2DB0" w:rsidRDefault="00815E87" w:rsidP="00230DFE">
      <w:pPr>
        <w:jc w:val="both"/>
        <w:rPr>
          <w:rFonts w:ascii="Helvetica" w:hAnsi="Helvetica"/>
          <w:b/>
          <w:noProof/>
          <w:lang w:val="es-ES"/>
        </w:rPr>
      </w:pPr>
    </w:p>
    <w:p w:rsidR="00815E87" w:rsidRPr="00230DFE" w:rsidRDefault="00815E87" w:rsidP="00230DFE">
      <w:pPr>
        <w:numPr>
          <w:ilvl w:val="0"/>
          <w:numId w:val="19"/>
        </w:numPr>
        <w:tabs>
          <w:tab w:val="clear" w:pos="720"/>
          <w:tab w:val="left" w:pos="360"/>
        </w:tabs>
        <w:ind w:left="0" w:firstLine="0"/>
        <w:jc w:val="both"/>
        <w:rPr>
          <w:rFonts w:ascii="Helvetica" w:hAnsi="Helvetica"/>
          <w:b/>
          <w:lang w:val="es-ES"/>
        </w:rPr>
      </w:pPr>
      <w:r w:rsidRPr="00230DFE">
        <w:rPr>
          <w:rFonts w:ascii="Helvetica" w:hAnsi="Helvetica" w:cs="Arial"/>
          <w:b/>
          <w:bCs/>
          <w:noProof/>
          <w:color w:val="000000"/>
          <w:lang w:val="es-ES"/>
        </w:rPr>
        <w:t>Español</w:t>
      </w:r>
      <w:r w:rsidRPr="00230DFE">
        <w:rPr>
          <w:rFonts w:ascii="Helvetica" w:hAnsi="Helvetica"/>
          <w:b/>
          <w:lang w:val="es-ES"/>
        </w:rPr>
        <w:t>:</w:t>
      </w:r>
    </w:p>
    <w:p w:rsidR="00815E87" w:rsidRPr="00FA2DB0" w:rsidRDefault="00815E87" w:rsidP="00230DFE">
      <w:pPr>
        <w:jc w:val="both"/>
        <w:rPr>
          <w:rFonts w:ascii="Helvetica" w:hAnsi="Helvetica"/>
        </w:rPr>
      </w:pPr>
      <w:r w:rsidRPr="00FA2DB0">
        <w:rPr>
          <w:rFonts w:ascii="Helvetica" w:hAnsi="Helvetica"/>
        </w:rPr>
        <w:t>Liberarnos de la esclavitud del consumismo.</w:t>
      </w:r>
    </w:p>
    <w:p w:rsidR="00815E87" w:rsidRPr="00FA2DB0" w:rsidRDefault="00815E87" w:rsidP="00230DFE">
      <w:pPr>
        <w:jc w:val="both"/>
        <w:rPr>
          <w:rFonts w:ascii="Helvetica" w:hAnsi="Helvetica"/>
          <w:b/>
          <w:noProof/>
          <w:lang w:val="es-ES"/>
        </w:rPr>
      </w:pPr>
    </w:p>
    <w:p w:rsidR="00815E87" w:rsidRPr="00FA2DB0" w:rsidRDefault="00815E87" w:rsidP="00230DFE">
      <w:pPr>
        <w:jc w:val="both"/>
        <w:rPr>
          <w:rFonts w:ascii="Helvetica" w:hAnsi="Helvetica"/>
          <w:b/>
          <w:noProof/>
          <w:lang w:val="es-ES"/>
        </w:rPr>
      </w:pPr>
    </w:p>
    <w:p w:rsidR="00815E87" w:rsidRPr="00230DFE" w:rsidRDefault="00815E87" w:rsidP="00230DFE">
      <w:pPr>
        <w:numPr>
          <w:ilvl w:val="0"/>
          <w:numId w:val="19"/>
        </w:numPr>
        <w:tabs>
          <w:tab w:val="clear" w:pos="720"/>
          <w:tab w:val="left" w:pos="360"/>
        </w:tabs>
        <w:ind w:left="0" w:firstLine="0"/>
        <w:jc w:val="both"/>
        <w:rPr>
          <w:rFonts w:ascii="Helvetica" w:hAnsi="Helvetica"/>
          <w:b/>
          <w:lang w:val="es-ES"/>
        </w:rPr>
      </w:pPr>
      <w:r w:rsidRPr="00230DFE">
        <w:rPr>
          <w:rFonts w:ascii="Helvetica" w:hAnsi="Helvetica" w:cs="Arial"/>
          <w:b/>
          <w:bCs/>
          <w:noProof/>
          <w:color w:val="000000"/>
          <w:lang w:val="es-ES"/>
        </w:rPr>
        <w:t>Español</w:t>
      </w:r>
      <w:r w:rsidRPr="00230DFE">
        <w:rPr>
          <w:rFonts w:ascii="Helvetica" w:hAnsi="Helvetica"/>
          <w:b/>
          <w:lang w:val="es-ES"/>
        </w:rPr>
        <w:t>:</w:t>
      </w:r>
    </w:p>
    <w:p w:rsidR="00815E87" w:rsidRPr="00230DFE" w:rsidRDefault="00815E87" w:rsidP="00230DFE">
      <w:pPr>
        <w:jc w:val="both"/>
        <w:rPr>
          <w:rFonts w:ascii="Helvetica" w:hAnsi="Helvetica"/>
        </w:rPr>
      </w:pPr>
      <w:r w:rsidRPr="00230DFE">
        <w:rPr>
          <w:rFonts w:ascii="Helvetica" w:hAnsi="Helvetica"/>
        </w:rPr>
        <w:t xml:space="preserve">Este mes te hago una petición especial: </w:t>
      </w:r>
    </w:p>
    <w:p w:rsidR="00815E87" w:rsidRDefault="00815E87" w:rsidP="00230DFE">
      <w:pPr>
        <w:jc w:val="both"/>
        <w:rPr>
          <w:rFonts w:ascii="Helvetica" w:hAnsi="Helvetica"/>
          <w:b/>
          <w:bCs/>
          <w:lang w:val="es-ES"/>
        </w:rPr>
      </w:pPr>
    </w:p>
    <w:p w:rsidR="00815E87" w:rsidRPr="00FA2DB0" w:rsidRDefault="00815E87" w:rsidP="00230DFE">
      <w:pPr>
        <w:jc w:val="both"/>
        <w:rPr>
          <w:rFonts w:ascii="Helvetica" w:hAnsi="Helvetica"/>
          <w:b/>
          <w:bCs/>
          <w:lang w:val="es-ES"/>
        </w:rPr>
      </w:pPr>
    </w:p>
    <w:p w:rsidR="00815E87" w:rsidRPr="00230DFE" w:rsidRDefault="00815E87" w:rsidP="00230DFE">
      <w:pPr>
        <w:numPr>
          <w:ilvl w:val="0"/>
          <w:numId w:val="19"/>
        </w:numPr>
        <w:tabs>
          <w:tab w:val="clear" w:pos="720"/>
          <w:tab w:val="left" w:pos="360"/>
        </w:tabs>
        <w:ind w:left="0" w:firstLine="0"/>
        <w:jc w:val="both"/>
        <w:rPr>
          <w:rFonts w:ascii="Helvetica" w:hAnsi="Helvetica"/>
          <w:b/>
          <w:lang w:val="es-ES"/>
        </w:rPr>
      </w:pPr>
      <w:r w:rsidRPr="00230DFE">
        <w:rPr>
          <w:rFonts w:ascii="Helvetica" w:hAnsi="Helvetica" w:cs="Arial"/>
          <w:b/>
          <w:bCs/>
          <w:noProof/>
          <w:color w:val="000000"/>
          <w:lang w:val="es-ES"/>
        </w:rPr>
        <w:t>Español</w:t>
      </w:r>
      <w:r w:rsidRPr="00230DFE">
        <w:rPr>
          <w:rFonts w:ascii="Helvetica" w:hAnsi="Helvetica"/>
          <w:b/>
          <w:lang w:val="es-ES"/>
        </w:rPr>
        <w:t>:</w:t>
      </w:r>
    </w:p>
    <w:p w:rsidR="00815E87" w:rsidRPr="00230DFE" w:rsidRDefault="00815E87" w:rsidP="00230DFE">
      <w:pPr>
        <w:jc w:val="both"/>
        <w:rPr>
          <w:rFonts w:ascii="Helvetica" w:hAnsi="Helvetica"/>
          <w:bCs/>
          <w:noProof/>
        </w:rPr>
      </w:pPr>
      <w:r w:rsidRPr="00230DFE">
        <w:rPr>
          <w:rFonts w:ascii="Helvetica" w:hAnsi="Helvetica"/>
          <w:bCs/>
          <w:lang w:val="es-ES"/>
        </w:rPr>
        <w:t>Que cuidemos de la creación recibida como un don que hay que cultivar y proteger para las generaciones futuras.</w:t>
      </w:r>
    </w:p>
    <w:p w:rsidR="00815E87" w:rsidRDefault="00815E87" w:rsidP="00230DFE">
      <w:pPr>
        <w:jc w:val="both"/>
        <w:rPr>
          <w:rFonts w:ascii="Helvetica" w:hAnsi="Helvetica"/>
          <w:lang w:val="es-ES"/>
        </w:rPr>
      </w:pPr>
    </w:p>
    <w:p w:rsidR="00815E87" w:rsidRPr="00FA2DB0" w:rsidRDefault="00815E87" w:rsidP="00230DFE">
      <w:pPr>
        <w:jc w:val="both"/>
        <w:rPr>
          <w:rFonts w:ascii="Helvetica" w:hAnsi="Helvetica"/>
          <w:lang w:val="es-ES"/>
        </w:rPr>
      </w:pPr>
    </w:p>
    <w:p w:rsidR="00815E87" w:rsidRPr="00FA2DB0" w:rsidRDefault="00815E87" w:rsidP="00230DFE">
      <w:pPr>
        <w:numPr>
          <w:ilvl w:val="0"/>
          <w:numId w:val="19"/>
        </w:numPr>
        <w:tabs>
          <w:tab w:val="clear" w:pos="720"/>
          <w:tab w:val="left" w:pos="360"/>
        </w:tabs>
        <w:ind w:left="0" w:firstLine="0"/>
        <w:jc w:val="both"/>
        <w:rPr>
          <w:rFonts w:ascii="Helvetica" w:hAnsi="Helvetica"/>
          <w:b/>
          <w:lang w:val="es-ES"/>
        </w:rPr>
      </w:pPr>
      <w:r w:rsidRPr="00FA2DB0">
        <w:rPr>
          <w:rFonts w:ascii="Helvetica" w:hAnsi="Helvetica" w:cs="Arial"/>
          <w:b/>
          <w:bCs/>
          <w:noProof/>
          <w:lang w:val="es-ES"/>
        </w:rPr>
        <w:t>Español</w:t>
      </w:r>
      <w:r w:rsidRPr="00FA2DB0">
        <w:rPr>
          <w:rFonts w:ascii="Helvetica" w:hAnsi="Helvetica"/>
          <w:b/>
          <w:lang w:val="es-ES"/>
        </w:rPr>
        <w:t>:</w:t>
      </w:r>
    </w:p>
    <w:p w:rsidR="00815E87" w:rsidRPr="00FA2DB0" w:rsidRDefault="00815E87" w:rsidP="00230DFE">
      <w:pPr>
        <w:jc w:val="both"/>
        <w:rPr>
          <w:rFonts w:ascii="Helvetica" w:hAnsi="Helvetica"/>
          <w:bCs/>
          <w:noProof/>
        </w:rPr>
      </w:pPr>
      <w:r w:rsidRPr="00FA2DB0">
        <w:rPr>
          <w:rFonts w:ascii="Helvetica" w:hAnsi="Helvetica"/>
          <w:bCs/>
          <w:lang w:val="es-ES"/>
        </w:rPr>
        <w:t>Cuidar la casa común.</w:t>
      </w:r>
    </w:p>
    <w:p w:rsidR="00815E87" w:rsidRPr="00FA2DB0" w:rsidRDefault="00815E87" w:rsidP="00230DFE">
      <w:pPr>
        <w:jc w:val="both"/>
        <w:rPr>
          <w:rFonts w:ascii="Helvetica" w:hAnsi="Helvetica" w:cs="Arial"/>
          <w:b/>
          <w:bCs/>
          <w:noProof/>
          <w:lang w:val="en-US"/>
        </w:rPr>
      </w:pPr>
    </w:p>
    <w:p w:rsidR="00815E87" w:rsidRPr="00FA2DB0" w:rsidRDefault="00815E87" w:rsidP="00230DFE">
      <w:pPr>
        <w:jc w:val="both"/>
        <w:rPr>
          <w:rFonts w:ascii="Helvetica" w:hAnsi="Helvetica" w:cs="Arial"/>
          <w:b/>
          <w:bCs/>
          <w:noProof/>
          <w:lang w:val="en-US"/>
        </w:rPr>
      </w:pPr>
    </w:p>
    <w:p w:rsidR="00815E87" w:rsidRPr="00230DFE" w:rsidRDefault="00815E87" w:rsidP="00230DFE">
      <w:pPr>
        <w:jc w:val="both"/>
        <w:rPr>
          <w:rFonts w:ascii="Helvetica" w:hAnsi="Helvetica" w:cs="Arial"/>
          <w:b/>
          <w:bCs/>
          <w:noProof/>
          <w:color w:val="000000"/>
          <w:lang w:val="en-US"/>
        </w:rPr>
      </w:pPr>
    </w:p>
    <w:sectPr w:rsidR="00815E87" w:rsidRPr="00230DFE" w:rsidSect="00230DFE">
      <w:headerReference w:type="default" r:id="rId7"/>
      <w:footerReference w:type="even" r:id="rId8"/>
      <w:footerReference w:type="default" r:id="rId9"/>
      <w:pgSz w:w="11900" w:h="16840"/>
      <w:pgMar w:top="1797" w:right="1701" w:bottom="179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E87" w:rsidRDefault="00815E87" w:rsidP="00044B5F">
      <w:r>
        <w:separator/>
      </w:r>
    </w:p>
  </w:endnote>
  <w:endnote w:type="continuationSeparator" w:id="0">
    <w:p w:rsidR="00815E87" w:rsidRDefault="00815E87" w:rsidP="00044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87" w:rsidRDefault="00815E87" w:rsidP="009E57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5E87" w:rsidRDefault="00815E87" w:rsidP="00044B5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87" w:rsidRDefault="00815E87" w:rsidP="009E5763">
    <w:pPr>
      <w:pStyle w:val="Footer"/>
      <w:framePr w:wrap="around" w:vAnchor="text" w:hAnchor="margin" w:xAlign="right" w:y="1"/>
      <w:rPr>
        <w:rStyle w:val="PageNumber"/>
      </w:rPr>
    </w:pPr>
  </w:p>
  <w:p w:rsidR="00815E87" w:rsidRDefault="00815E87" w:rsidP="00333EE0">
    <w:pPr>
      <w:pStyle w:val="Piedepgina1"/>
      <w:jc w:val="center"/>
      <w:rPr>
        <w:rFonts w:ascii="Arial" w:hAnsi="Arial"/>
        <w:color w:val="4D4D4D"/>
        <w:sz w:val="16"/>
      </w:rPr>
    </w:pPr>
  </w:p>
  <w:p w:rsidR="00815E87" w:rsidRPr="00956FB0" w:rsidRDefault="00815E87" w:rsidP="00333EE0">
    <w:pPr>
      <w:pStyle w:val="Piedepgina1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Machi – Communication for good causes </w:t>
    </w:r>
  </w:p>
  <w:p w:rsidR="00815E87" w:rsidRDefault="00815E87" w:rsidP="00333EE0">
    <w:pPr>
      <w:pStyle w:val="Piedepgina1"/>
      <w:ind w:right="360"/>
      <w:jc w:val="center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1" w:history="1">
      <w:r w:rsidRPr="00A27FEB">
        <w:rPr>
          <w:rStyle w:val="Hyperlink"/>
          <w:rFonts w:ascii="Arial" w:hAnsi="Arial"/>
          <w:sz w:val="16"/>
          <w:u w:color="343434"/>
        </w:rPr>
        <w:t>www.lamachi.com</w:t>
      </w:r>
    </w:hyperlink>
  </w:p>
  <w:p w:rsidR="00815E87" w:rsidRPr="004135DC" w:rsidRDefault="00815E87" w:rsidP="00333EE0">
    <w:pPr>
      <w:pStyle w:val="Footer"/>
      <w:rPr>
        <w:lang w:val="es-ES_tradnl"/>
      </w:rPr>
    </w:pPr>
  </w:p>
  <w:p w:rsidR="00815E87" w:rsidRDefault="00815E87" w:rsidP="0018342D">
    <w:pPr>
      <w:pStyle w:val="Footer"/>
      <w:ind w:right="360"/>
      <w:jc w:val="center"/>
      <w:rPr>
        <w:sz w:val="20"/>
        <w:szCs w:val="20"/>
      </w:rPr>
    </w:pPr>
  </w:p>
  <w:p w:rsidR="00815E87" w:rsidRPr="0018342D" w:rsidRDefault="00815E87" w:rsidP="0018342D">
    <w:pPr>
      <w:pStyle w:val="Footer"/>
      <w:ind w:right="360"/>
      <w:jc w:val="cen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E87" w:rsidRDefault="00815E87" w:rsidP="00044B5F">
      <w:r>
        <w:separator/>
      </w:r>
    </w:p>
  </w:footnote>
  <w:footnote w:type="continuationSeparator" w:id="0">
    <w:p w:rsidR="00815E87" w:rsidRDefault="00815E87" w:rsidP="00044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87" w:rsidRDefault="00815E87" w:rsidP="0018342D">
    <w:pPr>
      <w:pStyle w:val="Header"/>
      <w:tabs>
        <w:tab w:val="clear" w:pos="8504"/>
        <w:tab w:val="right" w:pos="8647"/>
      </w:tabs>
      <w:jc w:val="right"/>
    </w:pPr>
    <w:r>
      <w:rPr>
        <w:noProof/>
        <w:lang w:eastAsia="es-A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2049" type="#_x0000_t75" style="position:absolute;left:0;text-align:left;margin-left:150.95pt;margin-top:-20.3pt;width:164.05pt;height:64.65pt;z-index:251660288;visibility:visible">
          <v:imagedata r:id="rId1" o:title=""/>
          <w10:wrap type="square"/>
        </v:shape>
      </w:pict>
    </w:r>
    <w:r>
      <w:rPr>
        <w:noProof/>
        <w:lang w:eastAsia="es-AR"/>
      </w:rPr>
      <w:pict>
        <v:shape id="Imagen 2" o:spid="_x0000_s2050" type="#_x0000_t75" style="position:absolute;left:0;text-align:left;margin-left:0;margin-top:14.85pt;width:155.05pt;height:26.85pt;z-index:251661312;visibility:visible">
          <v:imagedata r:id="rId2" o:title=""/>
          <w10:wrap type="square"/>
        </v:shape>
      </w:pict>
    </w:r>
    <w:r>
      <w:rPr>
        <w:noProof/>
        <w:lang w:eastAsia="es-AR"/>
      </w:rPr>
      <w:pict>
        <v:shape id="Imagen 3" o:spid="_x0000_s2051" type="#_x0000_t75" alt="OS X:Users:macbook:Google Drive:Comunicación:Logos:Castellano:Logo La Machi castellano horizontal.png" style="position:absolute;left:0;text-align:left;margin-left:306pt;margin-top:14.85pt;width:108.3pt;height:23.85pt;z-index:251662336;visibility:visible">
          <v:imagedata r:id="rId3" o:title=""/>
        </v:shape>
      </w:pict>
    </w:r>
  </w:p>
  <w:p w:rsidR="00815E87" w:rsidRDefault="00815E87" w:rsidP="0018342D">
    <w:pPr>
      <w:pStyle w:val="Header"/>
      <w:tabs>
        <w:tab w:val="clear" w:pos="8504"/>
        <w:tab w:val="right" w:pos="8647"/>
      </w:tabs>
      <w:jc w:val="right"/>
    </w:pPr>
  </w:p>
  <w:p w:rsidR="00815E87" w:rsidRDefault="00815E87" w:rsidP="0018342D">
    <w:pPr>
      <w:pStyle w:val="Header"/>
      <w:tabs>
        <w:tab w:val="clear" w:pos="8504"/>
        <w:tab w:val="right" w:pos="8647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7F27C6"/>
    <w:multiLevelType w:val="multilevel"/>
    <w:tmpl w:val="E2BE3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7E684C"/>
    <w:multiLevelType w:val="hybridMultilevel"/>
    <w:tmpl w:val="E2BE3E1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6"/>
  </w:num>
  <w:num w:numId="5">
    <w:abstractNumId w:val="18"/>
  </w:num>
  <w:num w:numId="6">
    <w:abstractNumId w:val="5"/>
  </w:num>
  <w:num w:numId="7">
    <w:abstractNumId w:val="9"/>
  </w:num>
  <w:num w:numId="8">
    <w:abstractNumId w:val="14"/>
  </w:num>
  <w:num w:numId="9">
    <w:abstractNumId w:val="10"/>
  </w:num>
  <w:num w:numId="10">
    <w:abstractNumId w:val="8"/>
  </w:num>
  <w:num w:numId="11">
    <w:abstractNumId w:val="12"/>
  </w:num>
  <w:num w:numId="12">
    <w:abstractNumId w:val="11"/>
  </w:num>
  <w:num w:numId="13">
    <w:abstractNumId w:val="0"/>
  </w:num>
  <w:num w:numId="14">
    <w:abstractNumId w:val="4"/>
  </w:num>
  <w:num w:numId="15">
    <w:abstractNumId w:val="16"/>
  </w:num>
  <w:num w:numId="16">
    <w:abstractNumId w:val="7"/>
  </w:num>
  <w:num w:numId="17">
    <w:abstractNumId w:val="17"/>
  </w:num>
  <w:num w:numId="18">
    <w:abstractNumId w:val="2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B5F"/>
    <w:rsid w:val="00002EA5"/>
    <w:rsid w:val="000074E1"/>
    <w:rsid w:val="00020F01"/>
    <w:rsid w:val="00037104"/>
    <w:rsid w:val="00044B5F"/>
    <w:rsid w:val="0006073C"/>
    <w:rsid w:val="00070C10"/>
    <w:rsid w:val="00071D39"/>
    <w:rsid w:val="000748FD"/>
    <w:rsid w:val="000B3286"/>
    <w:rsid w:val="000B6848"/>
    <w:rsid w:val="000C0AC9"/>
    <w:rsid w:val="000C7FB9"/>
    <w:rsid w:val="000D7D2F"/>
    <w:rsid w:val="000F5215"/>
    <w:rsid w:val="00105C04"/>
    <w:rsid w:val="00112C85"/>
    <w:rsid w:val="00113148"/>
    <w:rsid w:val="001219A2"/>
    <w:rsid w:val="001231E3"/>
    <w:rsid w:val="00136D2D"/>
    <w:rsid w:val="001452BD"/>
    <w:rsid w:val="001476D4"/>
    <w:rsid w:val="00162D2D"/>
    <w:rsid w:val="00175ADC"/>
    <w:rsid w:val="0018342D"/>
    <w:rsid w:val="00183D3F"/>
    <w:rsid w:val="001871FD"/>
    <w:rsid w:val="001A60C5"/>
    <w:rsid w:val="001A67DE"/>
    <w:rsid w:val="001B704C"/>
    <w:rsid w:val="001E64C6"/>
    <w:rsid w:val="00211E9A"/>
    <w:rsid w:val="002134C0"/>
    <w:rsid w:val="00220048"/>
    <w:rsid w:val="002248E4"/>
    <w:rsid w:val="00230DFE"/>
    <w:rsid w:val="00261417"/>
    <w:rsid w:val="00283ECF"/>
    <w:rsid w:val="002951D2"/>
    <w:rsid w:val="002C4260"/>
    <w:rsid w:val="002C5681"/>
    <w:rsid w:val="002E2591"/>
    <w:rsid w:val="002E6F8D"/>
    <w:rsid w:val="0032339E"/>
    <w:rsid w:val="00325071"/>
    <w:rsid w:val="00333EE0"/>
    <w:rsid w:val="00337AC8"/>
    <w:rsid w:val="00352855"/>
    <w:rsid w:val="0037473D"/>
    <w:rsid w:val="003A553B"/>
    <w:rsid w:val="003B15AA"/>
    <w:rsid w:val="003B3674"/>
    <w:rsid w:val="003B5BEE"/>
    <w:rsid w:val="003C64A7"/>
    <w:rsid w:val="003C70CA"/>
    <w:rsid w:val="003D0074"/>
    <w:rsid w:val="003D3B2A"/>
    <w:rsid w:val="003E0981"/>
    <w:rsid w:val="003F70C1"/>
    <w:rsid w:val="004135DC"/>
    <w:rsid w:val="00454DEE"/>
    <w:rsid w:val="004602F3"/>
    <w:rsid w:val="00470E7A"/>
    <w:rsid w:val="0048110C"/>
    <w:rsid w:val="004852E3"/>
    <w:rsid w:val="00487D3C"/>
    <w:rsid w:val="00496D99"/>
    <w:rsid w:val="004B0C88"/>
    <w:rsid w:val="004C139D"/>
    <w:rsid w:val="004D58CB"/>
    <w:rsid w:val="004E195A"/>
    <w:rsid w:val="00500362"/>
    <w:rsid w:val="005361F6"/>
    <w:rsid w:val="00545172"/>
    <w:rsid w:val="00560B1A"/>
    <w:rsid w:val="005652AC"/>
    <w:rsid w:val="005742BF"/>
    <w:rsid w:val="005773E7"/>
    <w:rsid w:val="00577580"/>
    <w:rsid w:val="00582511"/>
    <w:rsid w:val="00582937"/>
    <w:rsid w:val="0058727C"/>
    <w:rsid w:val="005B77C2"/>
    <w:rsid w:val="005C1B46"/>
    <w:rsid w:val="005F1838"/>
    <w:rsid w:val="00617D51"/>
    <w:rsid w:val="00637A97"/>
    <w:rsid w:val="00655B11"/>
    <w:rsid w:val="006611D9"/>
    <w:rsid w:val="00680F18"/>
    <w:rsid w:val="00686078"/>
    <w:rsid w:val="00686FDB"/>
    <w:rsid w:val="006A696B"/>
    <w:rsid w:val="006C4261"/>
    <w:rsid w:val="006D207F"/>
    <w:rsid w:val="006E1D80"/>
    <w:rsid w:val="006E254F"/>
    <w:rsid w:val="006E5AAA"/>
    <w:rsid w:val="006F2547"/>
    <w:rsid w:val="00741571"/>
    <w:rsid w:val="00744366"/>
    <w:rsid w:val="00765776"/>
    <w:rsid w:val="007A2665"/>
    <w:rsid w:val="007B395C"/>
    <w:rsid w:val="007C016B"/>
    <w:rsid w:val="007C5891"/>
    <w:rsid w:val="007D492F"/>
    <w:rsid w:val="007F03FB"/>
    <w:rsid w:val="007F69A5"/>
    <w:rsid w:val="008155F2"/>
    <w:rsid w:val="00815E87"/>
    <w:rsid w:val="00820908"/>
    <w:rsid w:val="008315E7"/>
    <w:rsid w:val="008340E6"/>
    <w:rsid w:val="00844588"/>
    <w:rsid w:val="0084708E"/>
    <w:rsid w:val="00855CDD"/>
    <w:rsid w:val="00874A85"/>
    <w:rsid w:val="00875959"/>
    <w:rsid w:val="00885F18"/>
    <w:rsid w:val="008C108E"/>
    <w:rsid w:val="008D68E2"/>
    <w:rsid w:val="008F5BF1"/>
    <w:rsid w:val="00902331"/>
    <w:rsid w:val="00906300"/>
    <w:rsid w:val="009113FA"/>
    <w:rsid w:val="009309E9"/>
    <w:rsid w:val="00932B87"/>
    <w:rsid w:val="00940D3A"/>
    <w:rsid w:val="00956FB0"/>
    <w:rsid w:val="0098150C"/>
    <w:rsid w:val="00992829"/>
    <w:rsid w:val="009B51C9"/>
    <w:rsid w:val="009C060F"/>
    <w:rsid w:val="009C2033"/>
    <w:rsid w:val="009D626D"/>
    <w:rsid w:val="009E5763"/>
    <w:rsid w:val="009E647A"/>
    <w:rsid w:val="009F032D"/>
    <w:rsid w:val="009F2947"/>
    <w:rsid w:val="00A12237"/>
    <w:rsid w:val="00A17B6E"/>
    <w:rsid w:val="00A27FEB"/>
    <w:rsid w:val="00A35E1F"/>
    <w:rsid w:val="00A412EB"/>
    <w:rsid w:val="00A55A4D"/>
    <w:rsid w:val="00A803DF"/>
    <w:rsid w:val="00A851D6"/>
    <w:rsid w:val="00A85FE2"/>
    <w:rsid w:val="00AB0848"/>
    <w:rsid w:val="00AB346F"/>
    <w:rsid w:val="00AC1116"/>
    <w:rsid w:val="00AE1523"/>
    <w:rsid w:val="00AE7E51"/>
    <w:rsid w:val="00B07741"/>
    <w:rsid w:val="00B2325B"/>
    <w:rsid w:val="00B332F4"/>
    <w:rsid w:val="00B34E57"/>
    <w:rsid w:val="00B4174D"/>
    <w:rsid w:val="00B67BEB"/>
    <w:rsid w:val="00B90BBF"/>
    <w:rsid w:val="00B943A6"/>
    <w:rsid w:val="00BA0E31"/>
    <w:rsid w:val="00BC3BF6"/>
    <w:rsid w:val="00BD0089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A18E2"/>
    <w:rsid w:val="00CB5BA9"/>
    <w:rsid w:val="00CE6D08"/>
    <w:rsid w:val="00CF2F42"/>
    <w:rsid w:val="00D0064F"/>
    <w:rsid w:val="00D0395A"/>
    <w:rsid w:val="00D04515"/>
    <w:rsid w:val="00D16D24"/>
    <w:rsid w:val="00D20911"/>
    <w:rsid w:val="00D33736"/>
    <w:rsid w:val="00D61F27"/>
    <w:rsid w:val="00D71395"/>
    <w:rsid w:val="00D7745C"/>
    <w:rsid w:val="00D82BF0"/>
    <w:rsid w:val="00D83EB8"/>
    <w:rsid w:val="00D94B72"/>
    <w:rsid w:val="00DB5E8B"/>
    <w:rsid w:val="00DD32DE"/>
    <w:rsid w:val="00DD33AC"/>
    <w:rsid w:val="00DD5829"/>
    <w:rsid w:val="00DE3E9E"/>
    <w:rsid w:val="00DE5AEA"/>
    <w:rsid w:val="00DE7029"/>
    <w:rsid w:val="00DF7CB8"/>
    <w:rsid w:val="00E00A67"/>
    <w:rsid w:val="00E20ED4"/>
    <w:rsid w:val="00E21FBA"/>
    <w:rsid w:val="00E33864"/>
    <w:rsid w:val="00E34240"/>
    <w:rsid w:val="00E40603"/>
    <w:rsid w:val="00E42A78"/>
    <w:rsid w:val="00E635ED"/>
    <w:rsid w:val="00E6760F"/>
    <w:rsid w:val="00E87463"/>
    <w:rsid w:val="00EA00D4"/>
    <w:rsid w:val="00EA54E4"/>
    <w:rsid w:val="00EA6B1E"/>
    <w:rsid w:val="00EC49BA"/>
    <w:rsid w:val="00EC5CD6"/>
    <w:rsid w:val="00EE6121"/>
    <w:rsid w:val="00EE655C"/>
    <w:rsid w:val="00EF038D"/>
    <w:rsid w:val="00EF088E"/>
    <w:rsid w:val="00EF72AF"/>
    <w:rsid w:val="00F20A11"/>
    <w:rsid w:val="00F34830"/>
    <w:rsid w:val="00F35303"/>
    <w:rsid w:val="00F4767D"/>
    <w:rsid w:val="00F512C7"/>
    <w:rsid w:val="00F548BF"/>
    <w:rsid w:val="00F65A8B"/>
    <w:rsid w:val="00F92C21"/>
    <w:rsid w:val="00FA2DB0"/>
    <w:rsid w:val="00FA6260"/>
    <w:rsid w:val="00FB134C"/>
    <w:rsid w:val="00FD3332"/>
    <w:rsid w:val="00FE1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286"/>
    <w:rPr>
      <w:sz w:val="24"/>
      <w:szCs w:val="24"/>
      <w:lang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Footer">
    <w:name w:val="footer"/>
    <w:basedOn w:val="Normal"/>
    <w:link w:val="FooterChar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4B5F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044B5F"/>
    <w:rPr>
      <w:rFonts w:cs="Times New Roman"/>
    </w:rPr>
  </w:style>
  <w:style w:type="character" w:styleId="Hyperlink">
    <w:name w:val="Hyperlink"/>
    <w:basedOn w:val="DefaultParagraphFont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E21FBA"/>
    <w:rPr>
      <w:rFonts w:cs="Times New Roman"/>
    </w:rPr>
  </w:style>
  <w:style w:type="paragraph" w:styleId="NormalWeb">
    <w:name w:val="Normal (Web)"/>
    <w:basedOn w:val="Normal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DefaultParagraphFont"/>
    <w:uiPriority w:val="99"/>
    <w:rsid w:val="004B0C88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220048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342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20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machi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112</Words>
  <Characters>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Jorge Vila</cp:lastModifiedBy>
  <cp:revision>8</cp:revision>
  <dcterms:created xsi:type="dcterms:W3CDTF">2016-01-26T23:16:00Z</dcterms:created>
  <dcterms:modified xsi:type="dcterms:W3CDTF">2016-02-01T16:17:00Z</dcterms:modified>
</cp:coreProperties>
</file>