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089" w:rsidRPr="00175ADC" w:rsidRDefault="00BD0089" w:rsidP="00FE1217">
      <w:pPr>
        <w:jc w:val="both"/>
        <w:rPr>
          <w:rFonts w:ascii="Helvetica" w:hAnsi="Helvetica" w:cs="Arial"/>
          <w:b/>
          <w:bCs/>
          <w:noProof/>
          <w:color w:val="000000"/>
          <w:lang w:val="en-US"/>
        </w:rPr>
      </w:pPr>
      <w:r w:rsidRPr="00175ADC">
        <w:rPr>
          <w:rFonts w:ascii="Helvetica" w:hAnsi="Helvetica" w:cs="Arial"/>
          <w:b/>
          <w:bCs/>
          <w:noProof/>
          <w:color w:val="000000"/>
          <w:lang w:val="en-US"/>
        </w:rPr>
        <w:t>ENGLISH</w:t>
      </w:r>
    </w:p>
    <w:p w:rsidR="00BD0089" w:rsidRPr="00175ADC" w:rsidRDefault="00BD0089" w:rsidP="00037104">
      <w:pPr>
        <w:jc w:val="both"/>
        <w:rPr>
          <w:rFonts w:ascii="Helvetica" w:hAnsi="Helvetica" w:cs="Arial"/>
          <w:b/>
          <w:bCs/>
          <w:noProof/>
          <w:color w:val="000000"/>
          <w:lang w:val="en-US"/>
        </w:rPr>
      </w:pPr>
      <w:r w:rsidRPr="00175ADC">
        <w:rPr>
          <w:rFonts w:ascii="Helvetica" w:hAnsi="Helvetica" w:cs="Arial"/>
          <w:b/>
          <w:bCs/>
          <w:noProof/>
          <w:color w:val="000000"/>
          <w:lang w:val="en-US"/>
        </w:rPr>
        <w:t xml:space="preserve">January 2016 </w:t>
      </w:r>
    </w:p>
    <w:p w:rsidR="00BD0089" w:rsidRPr="00175ADC" w:rsidRDefault="00BD0089" w:rsidP="00FE1217">
      <w:pPr>
        <w:jc w:val="both"/>
        <w:rPr>
          <w:rFonts w:ascii="Helvetica" w:hAnsi="Helvetica" w:cs="Arial"/>
          <w:noProof/>
          <w:color w:val="000000"/>
          <w:lang w:val="en-US"/>
        </w:rPr>
      </w:pPr>
    </w:p>
    <w:p w:rsidR="00BD0089" w:rsidRPr="00175ADC" w:rsidRDefault="00BD0089" w:rsidP="00FE1217">
      <w:pPr>
        <w:jc w:val="both"/>
        <w:rPr>
          <w:rFonts w:ascii="Helvetica" w:hAnsi="Helvetica" w:cs="Arial"/>
          <w:noProof/>
          <w:color w:val="000000"/>
          <w:lang w:val="en-US"/>
        </w:rPr>
      </w:pPr>
    </w:p>
    <w:p w:rsidR="00BD0089" w:rsidRPr="00175ADC" w:rsidRDefault="00BD0089" w:rsidP="00175ADC">
      <w:pPr>
        <w:jc w:val="both"/>
        <w:rPr>
          <w:rFonts w:ascii="Helvetica" w:hAnsi="Helvetica" w:cs="Arial"/>
          <w:noProof/>
          <w:color w:val="000000"/>
          <w:lang w:val="en-US"/>
        </w:rPr>
      </w:pPr>
      <w:r w:rsidRPr="00175ADC">
        <w:rPr>
          <w:rFonts w:ascii="Helvetica" w:hAnsi="Helvetica" w:cs="Arial"/>
          <w:noProof/>
          <w:color w:val="000000"/>
          <w:lang w:val="en-US"/>
        </w:rPr>
        <w:t xml:space="preserve">Most of the planet's inhabitants declare themselves believers. </w:t>
      </w:r>
    </w:p>
    <w:p w:rsidR="00BD0089" w:rsidRPr="00175ADC" w:rsidRDefault="00BD0089" w:rsidP="00175ADC">
      <w:pPr>
        <w:jc w:val="both"/>
        <w:rPr>
          <w:rFonts w:ascii="Helvetica" w:hAnsi="Helvetica" w:cs="Arial"/>
          <w:noProof/>
          <w:color w:val="000000"/>
          <w:lang w:val="en-US"/>
        </w:rPr>
      </w:pPr>
      <w:r w:rsidRPr="00175ADC">
        <w:rPr>
          <w:rFonts w:ascii="Helvetica" w:hAnsi="Helvetica" w:cs="Arial"/>
          <w:noProof/>
          <w:color w:val="000000"/>
          <w:lang w:val="en-US"/>
        </w:rPr>
        <w:t>This should lead to dialogue among religions.</w:t>
      </w:r>
    </w:p>
    <w:p w:rsidR="00BD0089" w:rsidRPr="00175ADC" w:rsidRDefault="00BD0089" w:rsidP="00FE1217">
      <w:pPr>
        <w:jc w:val="both"/>
        <w:rPr>
          <w:rFonts w:ascii="Helvetica" w:hAnsi="Helvetica" w:cs="Arial"/>
          <w:noProof/>
          <w:color w:val="000000"/>
          <w:lang w:val="en-US"/>
        </w:rPr>
      </w:pPr>
    </w:p>
    <w:p w:rsidR="00BD0089" w:rsidRPr="00175ADC" w:rsidRDefault="00BD0089" w:rsidP="00175ADC">
      <w:pPr>
        <w:jc w:val="both"/>
        <w:rPr>
          <w:rFonts w:ascii="Helvetica" w:hAnsi="Helvetica" w:cs="Arial"/>
          <w:noProof/>
          <w:color w:val="000000"/>
          <w:lang w:val="en-US"/>
        </w:rPr>
      </w:pPr>
      <w:r w:rsidRPr="00175ADC">
        <w:rPr>
          <w:rFonts w:ascii="Helvetica" w:hAnsi="Helvetica" w:cs="Arial"/>
          <w:noProof/>
          <w:color w:val="000000"/>
          <w:lang w:val="en-US"/>
        </w:rPr>
        <w:t>We should not stop praying for it and collaborating with those who think differently.</w:t>
      </w:r>
    </w:p>
    <w:p w:rsidR="00BD0089" w:rsidRPr="00175ADC" w:rsidRDefault="00BD0089" w:rsidP="00333EE0">
      <w:pPr>
        <w:jc w:val="both"/>
        <w:rPr>
          <w:rFonts w:ascii="Helvetica" w:hAnsi="Helvetica" w:cs="Arial"/>
          <w:noProof/>
          <w:color w:val="000000"/>
          <w:lang w:val="en-US"/>
        </w:rPr>
      </w:pPr>
    </w:p>
    <w:p w:rsidR="00BD0089" w:rsidRPr="00175ADC" w:rsidRDefault="00BD0089" w:rsidP="00175ADC">
      <w:pPr>
        <w:jc w:val="both"/>
        <w:rPr>
          <w:rFonts w:ascii="Helvetica" w:hAnsi="Helvetica" w:cs="Arial"/>
          <w:noProof/>
          <w:color w:val="000000"/>
          <w:lang w:val="en-US"/>
        </w:rPr>
      </w:pPr>
      <w:r w:rsidRPr="00175ADC">
        <w:rPr>
          <w:rFonts w:ascii="Helvetica" w:hAnsi="Helvetica" w:cs="Arial"/>
          <w:noProof/>
          <w:color w:val="000000"/>
          <w:lang w:val="en-US"/>
        </w:rPr>
        <w:t>I have confidence in the Buddha.</w:t>
      </w:r>
    </w:p>
    <w:p w:rsidR="00BD0089" w:rsidRPr="00175ADC" w:rsidRDefault="00BD0089" w:rsidP="00175ADC">
      <w:pPr>
        <w:jc w:val="both"/>
        <w:rPr>
          <w:rFonts w:ascii="Helvetica" w:hAnsi="Helvetica" w:cs="Arial"/>
          <w:noProof/>
          <w:color w:val="000000"/>
          <w:lang w:val="en-US"/>
        </w:rPr>
      </w:pPr>
      <w:r w:rsidRPr="00175ADC">
        <w:rPr>
          <w:rFonts w:ascii="Helvetica" w:hAnsi="Helvetica" w:cs="Arial"/>
          <w:noProof/>
          <w:color w:val="000000"/>
          <w:lang w:val="en-US"/>
        </w:rPr>
        <w:t>I believe in God.</w:t>
      </w:r>
    </w:p>
    <w:p w:rsidR="00BD0089" w:rsidRPr="00175ADC" w:rsidRDefault="00BD0089" w:rsidP="00175ADC">
      <w:pPr>
        <w:jc w:val="both"/>
        <w:rPr>
          <w:rFonts w:ascii="Helvetica" w:hAnsi="Helvetica" w:cs="Arial"/>
          <w:noProof/>
          <w:color w:val="000000"/>
          <w:lang w:val="en-US"/>
        </w:rPr>
      </w:pPr>
      <w:r w:rsidRPr="00175ADC">
        <w:rPr>
          <w:rFonts w:ascii="Helvetica" w:hAnsi="Helvetica" w:cs="Arial"/>
          <w:noProof/>
          <w:color w:val="000000"/>
          <w:lang w:val="en-US"/>
        </w:rPr>
        <w:t>I believe in Jesus Christ.</w:t>
      </w:r>
    </w:p>
    <w:p w:rsidR="00BD0089" w:rsidRPr="00175ADC" w:rsidRDefault="00BD0089" w:rsidP="00175ADC">
      <w:pPr>
        <w:jc w:val="both"/>
        <w:rPr>
          <w:rFonts w:ascii="Helvetica" w:hAnsi="Helvetica" w:cs="Arial"/>
          <w:noProof/>
          <w:color w:val="000000"/>
          <w:lang w:val="en-US"/>
        </w:rPr>
      </w:pPr>
      <w:r w:rsidRPr="00175ADC">
        <w:rPr>
          <w:rFonts w:ascii="Helvetica" w:hAnsi="Helvetica" w:cs="Arial"/>
          <w:noProof/>
          <w:color w:val="000000"/>
          <w:lang w:val="en-US"/>
        </w:rPr>
        <w:t>I believe in God, Allah.</w:t>
      </w:r>
    </w:p>
    <w:p w:rsidR="00BD0089" w:rsidRPr="00175ADC" w:rsidRDefault="00BD0089" w:rsidP="00333EE0">
      <w:pPr>
        <w:jc w:val="both"/>
        <w:rPr>
          <w:rFonts w:ascii="Helvetica" w:hAnsi="Helvetica" w:cs="Arial"/>
          <w:noProof/>
          <w:color w:val="000000"/>
          <w:lang w:val="en-US"/>
        </w:rPr>
      </w:pPr>
    </w:p>
    <w:p w:rsidR="00BD0089" w:rsidRPr="00175ADC" w:rsidRDefault="00BD0089" w:rsidP="00175ADC">
      <w:pPr>
        <w:jc w:val="both"/>
        <w:rPr>
          <w:rFonts w:ascii="Helvetica" w:hAnsi="Helvetica" w:cs="Arial"/>
          <w:noProof/>
          <w:color w:val="000000"/>
          <w:lang w:val="en-US"/>
        </w:rPr>
      </w:pPr>
      <w:r w:rsidRPr="00175ADC">
        <w:rPr>
          <w:rFonts w:ascii="Helvetica" w:hAnsi="Helvetica" w:cs="Arial"/>
          <w:noProof/>
          <w:color w:val="000000"/>
          <w:lang w:val="en-US"/>
        </w:rPr>
        <w:t xml:space="preserve">Many think differently, feel differently, </w:t>
      </w:r>
    </w:p>
    <w:p w:rsidR="00BD0089" w:rsidRPr="00175ADC" w:rsidRDefault="00BD0089" w:rsidP="00175ADC">
      <w:pPr>
        <w:jc w:val="both"/>
        <w:rPr>
          <w:rFonts w:ascii="Helvetica" w:hAnsi="Helvetica" w:cs="Arial"/>
          <w:noProof/>
          <w:color w:val="000000"/>
          <w:lang w:val="en-US"/>
        </w:rPr>
      </w:pPr>
      <w:r w:rsidRPr="00175ADC">
        <w:rPr>
          <w:rFonts w:ascii="Helvetica" w:hAnsi="Helvetica" w:cs="Arial"/>
          <w:noProof/>
          <w:color w:val="000000"/>
          <w:lang w:val="en-US"/>
        </w:rPr>
        <w:t>seeking God or meeting God in different ways.</w:t>
      </w:r>
    </w:p>
    <w:p w:rsidR="00BD0089" w:rsidRPr="00175ADC" w:rsidRDefault="00BD0089" w:rsidP="00333EE0">
      <w:pPr>
        <w:jc w:val="both"/>
        <w:rPr>
          <w:rFonts w:ascii="Helvetica" w:hAnsi="Helvetica" w:cs="Arial"/>
          <w:noProof/>
          <w:color w:val="000000"/>
          <w:lang w:val="en-US"/>
        </w:rPr>
      </w:pPr>
    </w:p>
    <w:p w:rsidR="00BD0089" w:rsidRPr="00175ADC" w:rsidRDefault="00BD0089" w:rsidP="00175ADC">
      <w:pPr>
        <w:jc w:val="both"/>
        <w:rPr>
          <w:rFonts w:ascii="Helvetica" w:hAnsi="Helvetica" w:cs="Arial"/>
          <w:noProof/>
          <w:color w:val="000000"/>
          <w:lang w:val="en-US"/>
        </w:rPr>
      </w:pPr>
      <w:r w:rsidRPr="00175ADC">
        <w:rPr>
          <w:rFonts w:ascii="Helvetica" w:hAnsi="Helvetica" w:cs="Arial"/>
          <w:noProof/>
          <w:color w:val="000000"/>
          <w:lang w:val="en-US"/>
        </w:rPr>
        <w:t>In this crowd, in this range of religions,</w:t>
      </w:r>
    </w:p>
    <w:p w:rsidR="00BD0089" w:rsidRPr="00175ADC" w:rsidRDefault="00BD0089" w:rsidP="00175ADC">
      <w:pPr>
        <w:jc w:val="both"/>
        <w:rPr>
          <w:rFonts w:ascii="Helvetica" w:hAnsi="Helvetica" w:cs="Arial"/>
          <w:noProof/>
          <w:color w:val="000000"/>
          <w:lang w:val="en-US"/>
        </w:rPr>
      </w:pPr>
      <w:r w:rsidRPr="00175ADC">
        <w:rPr>
          <w:rFonts w:ascii="Helvetica" w:hAnsi="Helvetica" w:cs="Arial"/>
          <w:noProof/>
          <w:color w:val="000000"/>
          <w:lang w:val="en-US"/>
        </w:rPr>
        <w:t xml:space="preserve">there is only one certainty we have for all: </w:t>
      </w:r>
    </w:p>
    <w:p w:rsidR="00BD0089" w:rsidRPr="00175ADC" w:rsidRDefault="00BD0089" w:rsidP="00175ADC">
      <w:pPr>
        <w:jc w:val="both"/>
        <w:rPr>
          <w:rFonts w:ascii="Helvetica" w:hAnsi="Helvetica" w:cs="Arial"/>
          <w:noProof/>
          <w:color w:val="000000"/>
          <w:lang w:val="en-US"/>
        </w:rPr>
      </w:pPr>
      <w:r w:rsidRPr="00175ADC">
        <w:rPr>
          <w:rFonts w:ascii="Helvetica" w:hAnsi="Helvetica" w:cs="Arial"/>
          <w:noProof/>
          <w:color w:val="000000"/>
          <w:lang w:val="en-US"/>
        </w:rPr>
        <w:t>we are all children of God.</w:t>
      </w:r>
    </w:p>
    <w:p w:rsidR="00BD0089" w:rsidRPr="00175ADC" w:rsidRDefault="00BD0089" w:rsidP="00333EE0">
      <w:pPr>
        <w:jc w:val="both"/>
        <w:rPr>
          <w:rFonts w:ascii="Helvetica" w:hAnsi="Helvetica" w:cs="Arial"/>
          <w:noProof/>
          <w:color w:val="000000"/>
          <w:lang w:val="en-US"/>
        </w:rPr>
      </w:pPr>
    </w:p>
    <w:p w:rsidR="00BD0089" w:rsidRPr="00175ADC" w:rsidRDefault="00BD0089" w:rsidP="00175ADC">
      <w:pPr>
        <w:jc w:val="both"/>
        <w:rPr>
          <w:rFonts w:ascii="Helvetica" w:hAnsi="Helvetica" w:cs="Arial"/>
          <w:noProof/>
          <w:color w:val="000000"/>
          <w:lang w:val="es-ES"/>
        </w:rPr>
      </w:pPr>
      <w:r w:rsidRPr="00175ADC">
        <w:rPr>
          <w:rFonts w:ascii="Helvetica" w:hAnsi="Helvetica" w:cs="Arial"/>
          <w:noProof/>
          <w:color w:val="000000"/>
          <w:lang w:val="es-ES"/>
        </w:rPr>
        <w:t>I believe in love.</w:t>
      </w:r>
    </w:p>
    <w:p w:rsidR="00BD0089" w:rsidRPr="00175ADC" w:rsidRDefault="00BD0089" w:rsidP="00175ADC">
      <w:pPr>
        <w:jc w:val="both"/>
        <w:rPr>
          <w:rFonts w:ascii="Helvetica" w:hAnsi="Helvetica" w:cs="Arial"/>
          <w:noProof/>
          <w:color w:val="000000"/>
          <w:lang w:val="es-ES"/>
        </w:rPr>
      </w:pPr>
      <w:r w:rsidRPr="00175ADC">
        <w:rPr>
          <w:rFonts w:ascii="Helvetica" w:hAnsi="Helvetica" w:cs="Arial"/>
          <w:noProof/>
          <w:color w:val="000000"/>
          <w:lang w:val="es-ES"/>
        </w:rPr>
        <w:t>I believe in love.</w:t>
      </w:r>
    </w:p>
    <w:p w:rsidR="00BD0089" w:rsidRPr="00175ADC" w:rsidRDefault="00BD0089" w:rsidP="00175ADC">
      <w:pPr>
        <w:jc w:val="both"/>
        <w:rPr>
          <w:rFonts w:ascii="Helvetica" w:hAnsi="Helvetica" w:cs="Arial"/>
          <w:noProof/>
          <w:color w:val="000000"/>
          <w:lang w:val="es-ES"/>
        </w:rPr>
      </w:pPr>
      <w:r w:rsidRPr="00175ADC">
        <w:rPr>
          <w:rFonts w:ascii="Helvetica" w:hAnsi="Helvetica" w:cs="Arial"/>
          <w:noProof/>
          <w:color w:val="000000"/>
          <w:lang w:val="es-ES"/>
        </w:rPr>
        <w:t>I believe in love.</w:t>
      </w:r>
    </w:p>
    <w:p w:rsidR="00BD0089" w:rsidRPr="00175ADC" w:rsidRDefault="00BD0089" w:rsidP="00175ADC">
      <w:pPr>
        <w:jc w:val="both"/>
        <w:rPr>
          <w:rFonts w:ascii="Helvetica" w:hAnsi="Helvetica" w:cs="Arial"/>
          <w:noProof/>
          <w:color w:val="000000"/>
          <w:lang w:val="en-US"/>
        </w:rPr>
      </w:pPr>
      <w:r w:rsidRPr="00175ADC">
        <w:rPr>
          <w:rFonts w:ascii="Helvetica" w:hAnsi="Helvetica" w:cs="Arial"/>
          <w:noProof/>
          <w:color w:val="000000"/>
          <w:lang w:val="en-US"/>
        </w:rPr>
        <w:t>I believe in love.</w:t>
      </w:r>
    </w:p>
    <w:p w:rsidR="00BD0089" w:rsidRPr="00175ADC" w:rsidRDefault="00BD0089" w:rsidP="00333EE0">
      <w:pPr>
        <w:jc w:val="both"/>
        <w:rPr>
          <w:rFonts w:ascii="Helvetica" w:hAnsi="Helvetica" w:cs="Arial"/>
          <w:noProof/>
          <w:color w:val="000000"/>
          <w:lang w:val="en-US"/>
        </w:rPr>
      </w:pPr>
    </w:p>
    <w:p w:rsidR="00BD0089" w:rsidRPr="00175ADC" w:rsidRDefault="00BD0089" w:rsidP="00175ADC">
      <w:pPr>
        <w:jc w:val="both"/>
        <w:rPr>
          <w:rFonts w:ascii="Helvetica" w:hAnsi="Helvetica" w:cs="Arial"/>
          <w:noProof/>
          <w:color w:val="000000"/>
          <w:lang w:val="en-US"/>
        </w:rPr>
      </w:pPr>
      <w:r w:rsidRPr="00175ADC">
        <w:rPr>
          <w:rFonts w:ascii="Helvetica" w:hAnsi="Helvetica" w:cs="Arial"/>
          <w:noProof/>
          <w:color w:val="000000"/>
          <w:lang w:val="en-US"/>
        </w:rPr>
        <w:t>I hope you will spread my prayer request this month:</w:t>
      </w:r>
    </w:p>
    <w:p w:rsidR="00BD0089" w:rsidRPr="00175ADC" w:rsidRDefault="00BD0089" w:rsidP="00175ADC">
      <w:pPr>
        <w:jc w:val="both"/>
        <w:rPr>
          <w:rFonts w:ascii="Helvetica" w:hAnsi="Helvetica" w:cs="Arial"/>
          <w:noProof/>
          <w:color w:val="000000"/>
          <w:lang w:val="en-US"/>
        </w:rPr>
      </w:pPr>
      <w:r w:rsidRPr="00175ADC">
        <w:rPr>
          <w:rFonts w:ascii="Helvetica" w:hAnsi="Helvetica" w:cs="Arial"/>
          <w:noProof/>
          <w:color w:val="000000"/>
          <w:lang w:val="en-US"/>
        </w:rPr>
        <w:t xml:space="preserve">“That sincere dialogue among men and women of different faiths </w:t>
      </w:r>
    </w:p>
    <w:p w:rsidR="00BD0089" w:rsidRPr="00175ADC" w:rsidRDefault="00BD0089" w:rsidP="00175ADC">
      <w:pPr>
        <w:jc w:val="both"/>
        <w:rPr>
          <w:rFonts w:ascii="Helvetica" w:hAnsi="Helvetica" w:cs="Arial"/>
          <w:noProof/>
          <w:color w:val="000000"/>
          <w:lang w:val="en-US"/>
        </w:rPr>
      </w:pPr>
      <w:r w:rsidRPr="00175ADC">
        <w:rPr>
          <w:rFonts w:ascii="Helvetica" w:hAnsi="Helvetica" w:cs="Arial"/>
          <w:noProof/>
          <w:color w:val="000000"/>
          <w:lang w:val="en-US"/>
        </w:rPr>
        <w:t xml:space="preserve">may produce the fruits of peace and justice.” </w:t>
      </w:r>
    </w:p>
    <w:p w:rsidR="00BD0089" w:rsidRPr="00175ADC" w:rsidRDefault="00BD0089" w:rsidP="00333EE0">
      <w:pPr>
        <w:jc w:val="both"/>
        <w:rPr>
          <w:rFonts w:ascii="Helvetica" w:hAnsi="Helvetica" w:cs="Arial"/>
          <w:noProof/>
          <w:color w:val="000000"/>
          <w:lang w:val="en-US"/>
        </w:rPr>
      </w:pPr>
    </w:p>
    <w:p w:rsidR="00BD0089" w:rsidRPr="00175ADC" w:rsidRDefault="00BD0089" w:rsidP="00175ADC">
      <w:pPr>
        <w:jc w:val="both"/>
        <w:rPr>
          <w:rFonts w:ascii="Helvetica" w:hAnsi="Helvetica" w:cs="Arial"/>
          <w:noProof/>
          <w:color w:val="000000"/>
          <w:lang w:val="en-US"/>
        </w:rPr>
      </w:pPr>
      <w:r w:rsidRPr="00175ADC">
        <w:rPr>
          <w:rFonts w:ascii="Helvetica" w:hAnsi="Helvetica" w:cs="Arial"/>
          <w:noProof/>
          <w:color w:val="000000"/>
          <w:lang w:val="en-US"/>
        </w:rPr>
        <w:t>I have confidence in your prayers.</w:t>
      </w:r>
    </w:p>
    <w:p w:rsidR="00BD0089" w:rsidRPr="00175ADC" w:rsidRDefault="00BD0089" w:rsidP="00333EE0">
      <w:pPr>
        <w:jc w:val="both"/>
        <w:rPr>
          <w:rFonts w:ascii="Helvetica" w:hAnsi="Helvetica" w:cs="Arial"/>
          <w:noProof/>
          <w:color w:val="000000"/>
          <w:lang w:val="en-US"/>
        </w:rPr>
      </w:pPr>
    </w:p>
    <w:p w:rsidR="00BD0089" w:rsidRPr="00175ADC" w:rsidRDefault="00BD0089" w:rsidP="00FE1217">
      <w:pPr>
        <w:jc w:val="both"/>
        <w:rPr>
          <w:rFonts w:ascii="Helvetica" w:hAnsi="Helvetica" w:cs="Arial"/>
          <w:noProof/>
          <w:lang w:val="en-US"/>
        </w:rPr>
      </w:pPr>
    </w:p>
    <w:p w:rsidR="00BD0089" w:rsidRPr="009F032D" w:rsidRDefault="00BD0089" w:rsidP="00175ADC">
      <w:pPr>
        <w:jc w:val="both"/>
        <w:rPr>
          <w:rStyle w:val="Hyperlink"/>
          <w:rFonts w:ascii="Helvetica" w:hAnsi="Helvetica" w:cs="Arial"/>
          <w:noProof/>
          <w:lang w:val="es-ES"/>
        </w:rPr>
      </w:pPr>
      <w:hyperlink r:id="rId7" w:history="1">
        <w:r w:rsidRPr="009F032D">
          <w:rPr>
            <w:rStyle w:val="Hyperlink"/>
            <w:rFonts w:ascii="Helvetica" w:hAnsi="Helvetica" w:cs="Arial"/>
            <w:noProof/>
            <w:lang w:val="es-ES"/>
          </w:rPr>
          <w:t>www.</w:t>
        </w:r>
        <w:r>
          <w:rPr>
            <w:rStyle w:val="Hyperlink"/>
            <w:rFonts w:ascii="Helvetica" w:hAnsi="Helvetica" w:cs="Arial"/>
            <w:noProof/>
            <w:lang w:val="es-ES"/>
          </w:rPr>
          <w:t>thepopevideo</w:t>
        </w:r>
        <w:r w:rsidRPr="009F032D">
          <w:rPr>
            <w:rStyle w:val="Hyperlink"/>
            <w:rFonts w:ascii="Helvetica" w:hAnsi="Helvetica" w:cs="Arial"/>
            <w:noProof/>
            <w:lang w:val="es-ES"/>
          </w:rPr>
          <w:t>.org</w:t>
        </w:r>
      </w:hyperlink>
    </w:p>
    <w:p w:rsidR="00BD0089" w:rsidRPr="00333EE0" w:rsidRDefault="00BD0089" w:rsidP="00FE1217">
      <w:pPr>
        <w:jc w:val="both"/>
        <w:rPr>
          <w:rFonts w:ascii="Helvetica" w:hAnsi="Helvetica" w:cs="Arial"/>
          <w:noProof/>
          <w:color w:val="000000"/>
          <w:lang w:val="es-ES"/>
        </w:rPr>
      </w:pPr>
    </w:p>
    <w:p w:rsidR="00BD0089" w:rsidRPr="00333EE0" w:rsidRDefault="00BD0089">
      <w:pPr>
        <w:rPr>
          <w:rFonts w:ascii="Helvetica" w:hAnsi="Helvetica" w:cs="Arial"/>
          <w:b/>
          <w:bCs/>
          <w:noProof/>
          <w:color w:val="000000"/>
          <w:lang w:val="es-ES"/>
        </w:rPr>
      </w:pPr>
    </w:p>
    <w:sectPr w:rsidR="00BD0089" w:rsidRPr="00333EE0" w:rsidSect="00FE1217">
      <w:headerReference w:type="default" r:id="rId8"/>
      <w:footerReference w:type="even" r:id="rId9"/>
      <w:footerReference w:type="default" r:id="rId10"/>
      <w:pgSz w:w="11900" w:h="16840"/>
      <w:pgMar w:top="197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089" w:rsidRDefault="00BD0089" w:rsidP="00044B5F">
      <w:r>
        <w:separator/>
      </w:r>
    </w:p>
  </w:endnote>
  <w:endnote w:type="continuationSeparator" w:id="0">
    <w:p w:rsidR="00BD0089" w:rsidRDefault="00BD0089" w:rsidP="00044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089" w:rsidRDefault="00BD0089" w:rsidP="009E57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0089" w:rsidRDefault="00BD0089" w:rsidP="00044B5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089" w:rsidRDefault="00BD0089" w:rsidP="009E5763">
    <w:pPr>
      <w:pStyle w:val="Footer"/>
      <w:framePr w:wrap="around" w:vAnchor="text" w:hAnchor="margin" w:xAlign="right" w:y="1"/>
      <w:rPr>
        <w:rStyle w:val="PageNumber"/>
      </w:rPr>
    </w:pPr>
  </w:p>
  <w:p w:rsidR="00BD0089" w:rsidRDefault="00BD0089" w:rsidP="00333EE0">
    <w:pPr>
      <w:pStyle w:val="Piedepgina1"/>
      <w:jc w:val="center"/>
      <w:rPr>
        <w:rFonts w:ascii="Arial" w:hAnsi="Arial"/>
        <w:color w:val="4D4D4D"/>
        <w:sz w:val="16"/>
      </w:rPr>
    </w:pPr>
  </w:p>
  <w:p w:rsidR="00BD0089" w:rsidRPr="00956FB0" w:rsidRDefault="00BD0089" w:rsidP="00333EE0">
    <w:pPr>
      <w:pStyle w:val="Piedepgina1"/>
      <w:jc w:val="center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Machi – Communication for good causes </w:t>
    </w:r>
  </w:p>
  <w:p w:rsidR="00BD0089" w:rsidRDefault="00BD0089" w:rsidP="00333EE0">
    <w:pPr>
      <w:pStyle w:val="Piedepgina1"/>
      <w:ind w:right="360"/>
      <w:jc w:val="center"/>
    </w:pPr>
    <w:r>
      <w:rPr>
        <w:rFonts w:ascii="Arial" w:hAnsi="Arial"/>
        <w:color w:val="4D4D4D"/>
        <w:sz w:val="16"/>
        <w:u w:color="343434"/>
      </w:rPr>
      <w:t xml:space="preserve">BARCELONA   -   BUENOS AIRES   -   ROMA   -   </w:t>
    </w:r>
    <w:hyperlink r:id="rId1" w:history="1">
      <w:r w:rsidRPr="00A27FEB">
        <w:rPr>
          <w:rStyle w:val="Hyperlink"/>
          <w:rFonts w:ascii="Arial" w:hAnsi="Arial"/>
          <w:sz w:val="16"/>
          <w:u w:color="343434"/>
        </w:rPr>
        <w:t>www.lamachi.com</w:t>
      </w:r>
    </w:hyperlink>
  </w:p>
  <w:p w:rsidR="00BD0089" w:rsidRPr="004135DC" w:rsidRDefault="00BD0089" w:rsidP="00333EE0">
    <w:pPr>
      <w:pStyle w:val="Footer"/>
      <w:rPr>
        <w:lang w:val="es-ES_tradnl"/>
      </w:rPr>
    </w:pPr>
  </w:p>
  <w:p w:rsidR="00BD0089" w:rsidRDefault="00BD0089" w:rsidP="0018342D">
    <w:pPr>
      <w:pStyle w:val="Footer"/>
      <w:ind w:right="360"/>
      <w:jc w:val="center"/>
      <w:rPr>
        <w:sz w:val="20"/>
        <w:szCs w:val="20"/>
      </w:rPr>
    </w:pPr>
  </w:p>
  <w:p w:rsidR="00BD0089" w:rsidRPr="0018342D" w:rsidRDefault="00BD0089" w:rsidP="0018342D">
    <w:pPr>
      <w:pStyle w:val="Footer"/>
      <w:ind w:right="360"/>
      <w:jc w:val="center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089" w:rsidRDefault="00BD0089" w:rsidP="00044B5F">
      <w:r>
        <w:separator/>
      </w:r>
    </w:p>
  </w:footnote>
  <w:footnote w:type="continuationSeparator" w:id="0">
    <w:p w:rsidR="00BD0089" w:rsidRDefault="00BD0089" w:rsidP="00044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089" w:rsidRDefault="00BD0089" w:rsidP="0018342D">
    <w:pPr>
      <w:pStyle w:val="Header"/>
      <w:tabs>
        <w:tab w:val="clear" w:pos="8504"/>
        <w:tab w:val="right" w:pos="8647"/>
      </w:tabs>
      <w:jc w:val="right"/>
    </w:pPr>
    <w:r>
      <w:rPr>
        <w:noProof/>
        <w:lang w:eastAsia="es-A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50.95pt;margin-top:-35.4pt;width:164.05pt;height:64.65pt;z-index:251660288">
          <v:imagedata r:id="rId1" o:title=""/>
          <w10:wrap type="square"/>
        </v:shape>
      </w:pict>
    </w:r>
    <w:r>
      <w:rPr>
        <w:noProof/>
        <w:lang w:eastAsia="es-AR"/>
      </w:rPr>
      <w:pict>
        <v:shape id="_x0000_s2050" type="#_x0000_t75" style="position:absolute;left:0;text-align:left;margin-left:0;margin-top:8.45pt;width:155.05pt;height:26.85pt;z-index:251661312">
          <v:imagedata r:id="rId2" o:title=""/>
          <w10:wrap type="square"/>
        </v:shape>
      </w:pict>
    </w:r>
    <w:r>
      <w:rPr>
        <w:noProof/>
        <w:lang w:eastAsia="es-AR"/>
      </w:rPr>
      <w:pict>
        <v:shape id="Imagen 3" o:spid="_x0000_s2051" type="#_x0000_t75" alt="OS X:Users:macbook:Google Drive:Comunicación:Logos:Castellano:Logo La Machi castellano horizontal.png" style="position:absolute;left:0;text-align:left;margin-left:306pt;margin-top:8.45pt;width:108.3pt;height:23.85pt;z-index:251662336;visibility:visible">
          <v:imagedata r:id="rId3" o:title=""/>
        </v:shape>
      </w:pict>
    </w:r>
  </w:p>
  <w:p w:rsidR="00BD0089" w:rsidRDefault="00BD0089" w:rsidP="0018342D">
    <w:pPr>
      <w:pStyle w:val="Header"/>
      <w:tabs>
        <w:tab w:val="clear" w:pos="8504"/>
        <w:tab w:val="right" w:pos="8647"/>
      </w:tabs>
      <w:jc w:val="right"/>
    </w:pPr>
  </w:p>
  <w:p w:rsidR="00BD0089" w:rsidRDefault="00BD0089" w:rsidP="0018342D">
    <w:pPr>
      <w:pStyle w:val="Header"/>
      <w:tabs>
        <w:tab w:val="clear" w:pos="8504"/>
        <w:tab w:val="right" w:pos="8647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6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3"/>
  </w:num>
  <w:num w:numId="3">
    <w:abstractNumId w:val="1"/>
  </w:num>
  <w:num w:numId="4">
    <w:abstractNumId w:val="4"/>
  </w:num>
  <w:num w:numId="5">
    <w:abstractNumId w:val="15"/>
  </w:num>
  <w:num w:numId="6">
    <w:abstractNumId w:val="3"/>
  </w:num>
  <w:num w:numId="7">
    <w:abstractNumId w:val="7"/>
  </w:num>
  <w:num w:numId="8">
    <w:abstractNumId w:val="12"/>
  </w:num>
  <w:num w:numId="9">
    <w:abstractNumId w:val="8"/>
  </w:num>
  <w:num w:numId="10">
    <w:abstractNumId w:val="6"/>
  </w:num>
  <w:num w:numId="11">
    <w:abstractNumId w:val="10"/>
  </w:num>
  <w:num w:numId="12">
    <w:abstractNumId w:val="9"/>
  </w:num>
  <w:num w:numId="13">
    <w:abstractNumId w:val="0"/>
  </w:num>
  <w:num w:numId="14">
    <w:abstractNumId w:val="2"/>
  </w:num>
  <w:num w:numId="15">
    <w:abstractNumId w:val="14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B5F"/>
    <w:rsid w:val="00002EA5"/>
    <w:rsid w:val="000074E1"/>
    <w:rsid w:val="00020F01"/>
    <w:rsid w:val="00037104"/>
    <w:rsid w:val="00044B5F"/>
    <w:rsid w:val="00070C10"/>
    <w:rsid w:val="000748FD"/>
    <w:rsid w:val="000B3286"/>
    <w:rsid w:val="000B6848"/>
    <w:rsid w:val="000C0AC9"/>
    <w:rsid w:val="000C7FB9"/>
    <w:rsid w:val="000D7D2F"/>
    <w:rsid w:val="000F5215"/>
    <w:rsid w:val="00105C04"/>
    <w:rsid w:val="00113148"/>
    <w:rsid w:val="001219A2"/>
    <w:rsid w:val="001231E3"/>
    <w:rsid w:val="001452BD"/>
    <w:rsid w:val="001476D4"/>
    <w:rsid w:val="00162D2D"/>
    <w:rsid w:val="00175ADC"/>
    <w:rsid w:val="0018342D"/>
    <w:rsid w:val="00183D3F"/>
    <w:rsid w:val="001A60C5"/>
    <w:rsid w:val="001A67DE"/>
    <w:rsid w:val="001B704C"/>
    <w:rsid w:val="001E64C6"/>
    <w:rsid w:val="002134C0"/>
    <w:rsid w:val="00220048"/>
    <w:rsid w:val="002248E4"/>
    <w:rsid w:val="00283ECF"/>
    <w:rsid w:val="002951D2"/>
    <w:rsid w:val="002C4260"/>
    <w:rsid w:val="002C5681"/>
    <w:rsid w:val="002E6F8D"/>
    <w:rsid w:val="0032339E"/>
    <w:rsid w:val="00325071"/>
    <w:rsid w:val="00333EE0"/>
    <w:rsid w:val="00337AC8"/>
    <w:rsid w:val="00352855"/>
    <w:rsid w:val="0037473D"/>
    <w:rsid w:val="003A553B"/>
    <w:rsid w:val="003B15AA"/>
    <w:rsid w:val="003B3674"/>
    <w:rsid w:val="003B5BEE"/>
    <w:rsid w:val="003C64A7"/>
    <w:rsid w:val="003C70CA"/>
    <w:rsid w:val="003D0074"/>
    <w:rsid w:val="003D3B2A"/>
    <w:rsid w:val="003E0981"/>
    <w:rsid w:val="003F70C1"/>
    <w:rsid w:val="004135DC"/>
    <w:rsid w:val="00454DEE"/>
    <w:rsid w:val="004602F3"/>
    <w:rsid w:val="00470E7A"/>
    <w:rsid w:val="0048110C"/>
    <w:rsid w:val="004852E3"/>
    <w:rsid w:val="00487D3C"/>
    <w:rsid w:val="00496D99"/>
    <w:rsid w:val="004B0C88"/>
    <w:rsid w:val="004C139D"/>
    <w:rsid w:val="004D58CB"/>
    <w:rsid w:val="004E195A"/>
    <w:rsid w:val="00500362"/>
    <w:rsid w:val="005361F6"/>
    <w:rsid w:val="00545172"/>
    <w:rsid w:val="005742BF"/>
    <w:rsid w:val="00577580"/>
    <w:rsid w:val="00582937"/>
    <w:rsid w:val="0058727C"/>
    <w:rsid w:val="005B77C2"/>
    <w:rsid w:val="005C1B46"/>
    <w:rsid w:val="005F1838"/>
    <w:rsid w:val="00617D51"/>
    <w:rsid w:val="00637A97"/>
    <w:rsid w:val="00655B11"/>
    <w:rsid w:val="006611D9"/>
    <w:rsid w:val="00680F18"/>
    <w:rsid w:val="00686078"/>
    <w:rsid w:val="00686FDB"/>
    <w:rsid w:val="006C4261"/>
    <w:rsid w:val="006D207F"/>
    <w:rsid w:val="006E254F"/>
    <w:rsid w:val="006E5AAA"/>
    <w:rsid w:val="006F2547"/>
    <w:rsid w:val="00741571"/>
    <w:rsid w:val="00744366"/>
    <w:rsid w:val="00765776"/>
    <w:rsid w:val="007A2665"/>
    <w:rsid w:val="007B395C"/>
    <w:rsid w:val="007C016B"/>
    <w:rsid w:val="007C5891"/>
    <w:rsid w:val="008155F2"/>
    <w:rsid w:val="00820908"/>
    <w:rsid w:val="00844588"/>
    <w:rsid w:val="0084708E"/>
    <w:rsid w:val="00855CDD"/>
    <w:rsid w:val="00874A85"/>
    <w:rsid w:val="00875959"/>
    <w:rsid w:val="00885F18"/>
    <w:rsid w:val="008D68E2"/>
    <w:rsid w:val="008F5BF1"/>
    <w:rsid w:val="00902331"/>
    <w:rsid w:val="00906300"/>
    <w:rsid w:val="009113FA"/>
    <w:rsid w:val="009309E9"/>
    <w:rsid w:val="00932B87"/>
    <w:rsid w:val="00940D3A"/>
    <w:rsid w:val="00956FB0"/>
    <w:rsid w:val="0098150C"/>
    <w:rsid w:val="00992829"/>
    <w:rsid w:val="009B51C9"/>
    <w:rsid w:val="009C060F"/>
    <w:rsid w:val="009D626D"/>
    <w:rsid w:val="009E5763"/>
    <w:rsid w:val="009E647A"/>
    <w:rsid w:val="009F032D"/>
    <w:rsid w:val="009F2947"/>
    <w:rsid w:val="00A17B6E"/>
    <w:rsid w:val="00A27FEB"/>
    <w:rsid w:val="00A35E1F"/>
    <w:rsid w:val="00A803DF"/>
    <w:rsid w:val="00A851D6"/>
    <w:rsid w:val="00A85FE2"/>
    <w:rsid w:val="00AB0848"/>
    <w:rsid w:val="00AC1116"/>
    <w:rsid w:val="00AE1523"/>
    <w:rsid w:val="00AE7E51"/>
    <w:rsid w:val="00B2325B"/>
    <w:rsid w:val="00B332F4"/>
    <w:rsid w:val="00B34E57"/>
    <w:rsid w:val="00B67BEB"/>
    <w:rsid w:val="00B943A6"/>
    <w:rsid w:val="00BA0E31"/>
    <w:rsid w:val="00BC3BF6"/>
    <w:rsid w:val="00BD0089"/>
    <w:rsid w:val="00BD0D53"/>
    <w:rsid w:val="00BE3250"/>
    <w:rsid w:val="00BE40C9"/>
    <w:rsid w:val="00C267C3"/>
    <w:rsid w:val="00C35EE4"/>
    <w:rsid w:val="00C448AB"/>
    <w:rsid w:val="00C448AD"/>
    <w:rsid w:val="00C5221F"/>
    <w:rsid w:val="00C54500"/>
    <w:rsid w:val="00C818AA"/>
    <w:rsid w:val="00CE6D08"/>
    <w:rsid w:val="00CF2F42"/>
    <w:rsid w:val="00D0064F"/>
    <w:rsid w:val="00D0395A"/>
    <w:rsid w:val="00D04515"/>
    <w:rsid w:val="00D16D24"/>
    <w:rsid w:val="00D20911"/>
    <w:rsid w:val="00D33736"/>
    <w:rsid w:val="00D61F27"/>
    <w:rsid w:val="00D71395"/>
    <w:rsid w:val="00D7745C"/>
    <w:rsid w:val="00D82BF0"/>
    <w:rsid w:val="00D83EB8"/>
    <w:rsid w:val="00D94B72"/>
    <w:rsid w:val="00DB5E8B"/>
    <w:rsid w:val="00DD33AC"/>
    <w:rsid w:val="00DD5829"/>
    <w:rsid w:val="00DE5AEA"/>
    <w:rsid w:val="00DE7029"/>
    <w:rsid w:val="00DF7CB8"/>
    <w:rsid w:val="00E20ED4"/>
    <w:rsid w:val="00E21FBA"/>
    <w:rsid w:val="00E33864"/>
    <w:rsid w:val="00E34240"/>
    <w:rsid w:val="00E40603"/>
    <w:rsid w:val="00E42A78"/>
    <w:rsid w:val="00E6760F"/>
    <w:rsid w:val="00E87463"/>
    <w:rsid w:val="00EA00D4"/>
    <w:rsid w:val="00EA54E4"/>
    <w:rsid w:val="00EA6B1E"/>
    <w:rsid w:val="00EC49BA"/>
    <w:rsid w:val="00EC5CD6"/>
    <w:rsid w:val="00EE6121"/>
    <w:rsid w:val="00EE655C"/>
    <w:rsid w:val="00EF038D"/>
    <w:rsid w:val="00EF088E"/>
    <w:rsid w:val="00EF72AF"/>
    <w:rsid w:val="00F20A11"/>
    <w:rsid w:val="00F35303"/>
    <w:rsid w:val="00F512C7"/>
    <w:rsid w:val="00F548BF"/>
    <w:rsid w:val="00F65A8B"/>
    <w:rsid w:val="00FA6260"/>
    <w:rsid w:val="00FB134C"/>
    <w:rsid w:val="00FD3332"/>
    <w:rsid w:val="00FE1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286"/>
    <w:rPr>
      <w:sz w:val="24"/>
      <w:szCs w:val="24"/>
      <w:lang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Footer">
    <w:name w:val="footer"/>
    <w:basedOn w:val="Normal"/>
    <w:link w:val="FooterChar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4B5F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044B5F"/>
    <w:rPr>
      <w:rFonts w:cs="Times New Roman"/>
    </w:rPr>
  </w:style>
  <w:style w:type="character" w:styleId="Hyperlink">
    <w:name w:val="Hyperlink"/>
    <w:basedOn w:val="DefaultParagraphFont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E21FBA"/>
    <w:rPr>
      <w:rFonts w:cs="Times New Roman"/>
    </w:rPr>
  </w:style>
  <w:style w:type="paragraph" w:styleId="NormalWeb">
    <w:name w:val="Normal (Web)"/>
    <w:basedOn w:val="Normal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DefaultParagraphFont"/>
    <w:uiPriority w:val="99"/>
    <w:rsid w:val="004B0C88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220048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8342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37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2950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2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2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lvideodelpapa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machi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1</Pages>
  <Words>135</Words>
  <Characters>745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Jorge Vila</cp:lastModifiedBy>
  <cp:revision>8</cp:revision>
  <dcterms:created xsi:type="dcterms:W3CDTF">2015-12-30T16:49:00Z</dcterms:created>
  <dcterms:modified xsi:type="dcterms:W3CDTF">2016-01-05T17:05:00Z</dcterms:modified>
</cp:coreProperties>
</file>